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团洲乡敬老院特困人员救助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供养金项目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eastAsia="zh-CN"/>
        </w:rPr>
        <w:t>团洲乡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>人民政府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      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团洲乡敬老院特困人员救助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供养金项目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1.主要内容：特困人员救助供养金主要用于特困人员生活保障，70%以上资金用于生活开支，30%的资金用于敬老院特困人员的衣、被 、医疗等开支。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2.资金投入情况：2023年团洲乡敬老院通过财政拨款135.42万元，其中：城市特困人员供养金：32.65万元，农村特困人员供养金：102.77万元。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项目绩效目标。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特困人员提供生活保障，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改善生活质量。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通过绩效评价，切实加强资金监管，确保严按照相关规定和要求使用特困人员救助供养金，确保资金使用安全、规范、高效。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）绩效</w:t>
      </w:r>
      <w:r>
        <w:rPr>
          <w:rFonts w:hint="eastAsia" w:eastAsia="仿宋_GB2312"/>
          <w:sz w:val="32"/>
          <w:szCs w:val="32"/>
        </w:rPr>
        <w:t>评价原则、评价指标体系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附表说明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、评价方法、评价标准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.绩效评价原则：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（1）科学规范原则。绩效评价应当严格执行规定的程序，按照科学行的要求，采用定量与定性分析相结合的方法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（2） 公正公开原则。绩效评价应当符合真实、客观、公正的要求，依法公开并接受监督。（3） 绩效相关原则。绩效评价应当针对具体支出及其产出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</w:rPr>
        <w:t>评价指标体系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。自评指标是指预算批复时确定的绩效指标，包括项目的产出数量、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效益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群众满意度、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成本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等指标。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绩效评价方法。采用定量与定性评价相结合的比较法，总分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各项指标得分汇总形成。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绩效评价标准。定量指标得分按照以下方法评定：与年初指木值相比，完成指标值的，记该指标所赋全部分值；未完成指标值的，按照完成值与指标值的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例记分。定性指标得分按照以下方法评定：根据指标完成情况分为优（达年度指标且效果良好）、良（部分达成年度指标并具有一定效果）、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（未达成年度指标且效果较差）三档，分别按照该指标对应分值区间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0%-80%（含）、80%-60%（含）、60%-0%合理确定分值。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绩效评价工作过程。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三、综合评价情况及评价结论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（一）评价情况：真实、有效。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（二）评价结论：可持续执行。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（一）项目决策情况：严格按上级要求，确保70%资金用于特困人员生活开支。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（二）项目过程情况：项目过程安排专人负责，一月一汇总，确保项目顺利执行。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（三）项目产出情况：通过项目实施让特困人员幸福指数得到提高。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（四）项目效益情况：通过2023年项目的实施，得到上级民政主管部门的肯定、特困人员满意度大幅提升。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按照上级要求，严格执行。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无。</w:t>
      </w:r>
      <w:r>
        <w:rPr>
          <w:rFonts w:hint="eastAsia" w:ascii="黑体" w:hAnsi="黑体" w:eastAsia="黑体" w:cs="黑体"/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58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2023年度项目支出绩效自评表</w:t>
      </w:r>
    </w:p>
    <w:tbl>
      <w:tblPr>
        <w:tblStyle w:val="14"/>
        <w:tblW w:w="502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2"/>
        <w:gridCol w:w="897"/>
        <w:gridCol w:w="1109"/>
        <w:gridCol w:w="938"/>
        <w:gridCol w:w="981"/>
        <w:gridCol w:w="1111"/>
        <w:gridCol w:w="597"/>
        <w:gridCol w:w="702"/>
        <w:gridCol w:w="13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699" w:type="pct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项目支出名称</w:t>
            </w:r>
          </w:p>
        </w:tc>
        <w:tc>
          <w:tcPr>
            <w:tcW w:w="3300" w:type="pct"/>
            <w:gridSpan w:val="6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特困人员救助供养金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主管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部门</w:t>
            </w:r>
          </w:p>
        </w:tc>
        <w:tc>
          <w:tcPr>
            <w:tcW w:w="2293" w:type="pct"/>
            <w:gridSpan w:val="4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华容县民政局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实施单位</w:t>
            </w:r>
          </w:p>
        </w:tc>
        <w:tc>
          <w:tcPr>
            <w:tcW w:w="1531" w:type="pct"/>
            <w:gridSpan w:val="3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团洲乡人民政府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项目资金（万元）</w:t>
            </w:r>
          </w:p>
        </w:tc>
        <w:tc>
          <w:tcPr>
            <w:tcW w:w="1172" w:type="pct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年初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执行数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执行率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pct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年度资金总额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135.42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135.42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pct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其中：当年财政拨款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pct"/>
            <w:gridSpan w:val="2"/>
            <w:vAlign w:val="center"/>
          </w:tcPr>
          <w:p>
            <w:pPr>
              <w:ind w:left="0" w:leftChars="0" w:firstLine="619" w:firstLineChars="295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上年结转资金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pct"/>
            <w:gridSpan w:val="2"/>
            <w:vAlign w:val="center"/>
          </w:tcPr>
          <w:p>
            <w:pPr>
              <w:ind w:left="0" w:leftChars="0" w:firstLine="619" w:firstLineChars="295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其他资金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年度总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体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目标</w:t>
            </w:r>
          </w:p>
        </w:tc>
        <w:tc>
          <w:tcPr>
            <w:tcW w:w="2293" w:type="pct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预期目标</w:t>
            </w:r>
          </w:p>
        </w:tc>
        <w:tc>
          <w:tcPr>
            <w:tcW w:w="2178" w:type="pct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7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93" w:type="pct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为特困人员提供生活保障，改善生活质量。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78" w:type="pct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为特困人员提供生活保障，改善生活质量。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27" w:type="pct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绩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标</w:t>
            </w:r>
          </w:p>
        </w:tc>
        <w:tc>
          <w:tcPr>
            <w:tcW w:w="52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一级指标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二级指标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三级指标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指标值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完成值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分值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得分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47" w:type="pct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量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特困户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生活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46人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特困户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护理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46人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量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完成率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按时完成率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绩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标</w:t>
            </w:r>
          </w:p>
        </w:tc>
        <w:tc>
          <w:tcPr>
            <w:tcW w:w="5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（30分）</w:t>
            </w:r>
          </w:p>
        </w:tc>
        <w:tc>
          <w:tcPr>
            <w:tcW w:w="647" w:type="pct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经济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社会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提高困难群众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生活质量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提高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可持续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影响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满意度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（10分）</w:t>
            </w:r>
          </w:p>
        </w:tc>
        <w:tc>
          <w:tcPr>
            <w:tcW w:w="647" w:type="pct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服务对象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满意度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指标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服务对象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满意度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成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（2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64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经济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54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财政拨款</w:t>
            </w: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135.42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135.42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社会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54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生态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环境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成本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54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7" w:type="pct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4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468" w:type="pct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总分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100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772" w:type="pc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备注：每个一级项目支出一张表。如，业务工作经费，运行维护经费，其他事业发展类资金各一张表。</w:t>
      </w:r>
    </w:p>
    <w:p>
      <w:pPr>
        <w:rPr>
          <w:rFonts w:hint="eastAsia"/>
        </w:rPr>
      </w:pP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/>
        </w:rPr>
        <w:t>填表人：</w:t>
      </w:r>
      <w:r>
        <w:rPr>
          <w:rFonts w:hint="eastAsia"/>
          <w:lang w:val="en-US" w:eastAsia="zh-CN"/>
        </w:rPr>
        <w:t xml:space="preserve">刘子龙 </w:t>
      </w:r>
      <w:r>
        <w:rPr>
          <w:rFonts w:hint="eastAsia"/>
        </w:rPr>
        <w:t>填报日期：</w:t>
      </w:r>
      <w:r>
        <w:rPr>
          <w:rFonts w:hint="eastAsia"/>
          <w:lang w:val="en-US" w:eastAsia="zh-CN"/>
        </w:rPr>
        <w:t>2024.5.24</w:t>
      </w:r>
      <w:r>
        <w:rPr>
          <w:rFonts w:hint="eastAsia"/>
        </w:rPr>
        <w:t xml:space="preserve"> 联系电话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17670458970</w:t>
      </w:r>
      <w:r>
        <w:rPr>
          <w:rFonts w:hint="eastAsia"/>
        </w:rPr>
        <w:t xml:space="preserve"> 单位负责人签字：</w:t>
      </w:r>
      <w:r>
        <w:rPr>
          <w:rFonts w:hint="eastAsia"/>
          <w:lang w:val="en-US" w:eastAsia="zh-CN"/>
        </w:rPr>
        <w:t>袁锦锋</w:t>
      </w:r>
      <w:bookmarkStart w:id="0" w:name="_GoBack"/>
      <w:bookmarkEnd w:id="0"/>
    </w:p>
    <w:sectPr>
      <w:footerReference r:id="rId3" w:type="default"/>
      <w:pgSz w:w="11905" w:h="16838"/>
      <w:pgMar w:top="1984" w:right="1701" w:bottom="1984" w:left="1701" w:header="850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525" w:leftChars="250" w:right="525" w:rightChars="250"/>
                            <w:textAlignment w:val="auto"/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AdoX50UAgAAFQ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525" w:leftChars="250" w:right="525" w:rightChars="250"/>
                      <w:textAlignment w:val="auto"/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</w:pP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TrueTypeFonts/>
  <w:bordersDoNotSurroundHeader w:val="0"/>
  <w:bordersDoNotSurroundFooter w:val="0"/>
  <w:documentProtection w:enforcement="0"/>
  <w:defaultTabStop w:val="420"/>
  <w:drawingGridHorizontalSpacing w:val="210"/>
  <w:drawingGridVerticalSpacing w:val="157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RlN2MwMDUyOTViMmNiNTVjNGIwZmNmOWVjNjMifQ=="/>
    <w:docVar w:name="KSO_WPS_MARK_KEY" w:val="7daec9dc-02ed-4325-934d-2a01959dda4e"/>
  </w:docVars>
  <w:rsids>
    <w:rsidRoot w:val="0CCB7736"/>
    <w:rsid w:val="00047FEF"/>
    <w:rsid w:val="000A3906"/>
    <w:rsid w:val="001776F1"/>
    <w:rsid w:val="006F0A16"/>
    <w:rsid w:val="00773328"/>
    <w:rsid w:val="00821883"/>
    <w:rsid w:val="00917857"/>
    <w:rsid w:val="00951882"/>
    <w:rsid w:val="00A755C2"/>
    <w:rsid w:val="00D06DD6"/>
    <w:rsid w:val="010C2EF7"/>
    <w:rsid w:val="011D2710"/>
    <w:rsid w:val="016A347B"/>
    <w:rsid w:val="01B42948"/>
    <w:rsid w:val="01BF20E7"/>
    <w:rsid w:val="01E4322D"/>
    <w:rsid w:val="021138F7"/>
    <w:rsid w:val="02B50488"/>
    <w:rsid w:val="02D52EEC"/>
    <w:rsid w:val="0338470A"/>
    <w:rsid w:val="034822A9"/>
    <w:rsid w:val="03D86621"/>
    <w:rsid w:val="04EE6171"/>
    <w:rsid w:val="05315F6B"/>
    <w:rsid w:val="05395EA9"/>
    <w:rsid w:val="0616597F"/>
    <w:rsid w:val="06426ACC"/>
    <w:rsid w:val="07A62D33"/>
    <w:rsid w:val="086B5F82"/>
    <w:rsid w:val="09E6794E"/>
    <w:rsid w:val="0A067AB9"/>
    <w:rsid w:val="0ABD557B"/>
    <w:rsid w:val="0BBB5A8D"/>
    <w:rsid w:val="0C104906"/>
    <w:rsid w:val="0C607C21"/>
    <w:rsid w:val="0CCB7736"/>
    <w:rsid w:val="0D9E0E8D"/>
    <w:rsid w:val="0E1F65D3"/>
    <w:rsid w:val="0E3E5716"/>
    <w:rsid w:val="0E6B257C"/>
    <w:rsid w:val="0EAB7397"/>
    <w:rsid w:val="0EF755B3"/>
    <w:rsid w:val="0F17035E"/>
    <w:rsid w:val="0F4E168D"/>
    <w:rsid w:val="0F7A0392"/>
    <w:rsid w:val="0FAF3959"/>
    <w:rsid w:val="0FD26E31"/>
    <w:rsid w:val="1020625B"/>
    <w:rsid w:val="11404466"/>
    <w:rsid w:val="11837AA9"/>
    <w:rsid w:val="11963ADD"/>
    <w:rsid w:val="11EB0F5C"/>
    <w:rsid w:val="11F20483"/>
    <w:rsid w:val="12123C76"/>
    <w:rsid w:val="12831010"/>
    <w:rsid w:val="129038DB"/>
    <w:rsid w:val="13441D7E"/>
    <w:rsid w:val="136F31F8"/>
    <w:rsid w:val="138750E0"/>
    <w:rsid w:val="1396506E"/>
    <w:rsid w:val="13D82A59"/>
    <w:rsid w:val="140E6961"/>
    <w:rsid w:val="15604228"/>
    <w:rsid w:val="15A620D3"/>
    <w:rsid w:val="16A3369E"/>
    <w:rsid w:val="17114A8B"/>
    <w:rsid w:val="176B77A7"/>
    <w:rsid w:val="178536BD"/>
    <w:rsid w:val="19516372"/>
    <w:rsid w:val="19575CC2"/>
    <w:rsid w:val="19A80228"/>
    <w:rsid w:val="19AF68C7"/>
    <w:rsid w:val="19E85A53"/>
    <w:rsid w:val="1A101464"/>
    <w:rsid w:val="1A4C1518"/>
    <w:rsid w:val="1AB71087"/>
    <w:rsid w:val="1AB74849"/>
    <w:rsid w:val="1AC52FF2"/>
    <w:rsid w:val="1AE6175D"/>
    <w:rsid w:val="1B742AA7"/>
    <w:rsid w:val="1BD5498B"/>
    <w:rsid w:val="1BF15B4E"/>
    <w:rsid w:val="1CA34935"/>
    <w:rsid w:val="1D4006B7"/>
    <w:rsid w:val="1D5A640E"/>
    <w:rsid w:val="1E9351E5"/>
    <w:rsid w:val="1F3F3BD0"/>
    <w:rsid w:val="1F7640EC"/>
    <w:rsid w:val="20176B8B"/>
    <w:rsid w:val="20D30097"/>
    <w:rsid w:val="20D76C5F"/>
    <w:rsid w:val="20E55C2B"/>
    <w:rsid w:val="21057490"/>
    <w:rsid w:val="214A230E"/>
    <w:rsid w:val="215F4DCD"/>
    <w:rsid w:val="21B052C4"/>
    <w:rsid w:val="22B43877"/>
    <w:rsid w:val="22CA430C"/>
    <w:rsid w:val="22DF2F05"/>
    <w:rsid w:val="22FF5445"/>
    <w:rsid w:val="23201E3D"/>
    <w:rsid w:val="2342170A"/>
    <w:rsid w:val="238D0E57"/>
    <w:rsid w:val="24256710"/>
    <w:rsid w:val="251E7983"/>
    <w:rsid w:val="25FE2B31"/>
    <w:rsid w:val="260D5D83"/>
    <w:rsid w:val="260E1D77"/>
    <w:rsid w:val="277A77CA"/>
    <w:rsid w:val="28043432"/>
    <w:rsid w:val="284A2254"/>
    <w:rsid w:val="29165294"/>
    <w:rsid w:val="292F1467"/>
    <w:rsid w:val="29786927"/>
    <w:rsid w:val="297B51B4"/>
    <w:rsid w:val="29E40467"/>
    <w:rsid w:val="29F527E2"/>
    <w:rsid w:val="2A9A1E2C"/>
    <w:rsid w:val="2BF35971"/>
    <w:rsid w:val="2C487650"/>
    <w:rsid w:val="2C5A7AC4"/>
    <w:rsid w:val="2E4F43C0"/>
    <w:rsid w:val="2EC7368E"/>
    <w:rsid w:val="2EDC05D9"/>
    <w:rsid w:val="2F240CAA"/>
    <w:rsid w:val="2F5137B6"/>
    <w:rsid w:val="2FF62815"/>
    <w:rsid w:val="30FB4B41"/>
    <w:rsid w:val="31621165"/>
    <w:rsid w:val="322E1E8E"/>
    <w:rsid w:val="323C5548"/>
    <w:rsid w:val="33235CE2"/>
    <w:rsid w:val="33F22F3B"/>
    <w:rsid w:val="359F2200"/>
    <w:rsid w:val="35A42962"/>
    <w:rsid w:val="36AD0EA9"/>
    <w:rsid w:val="36FF783F"/>
    <w:rsid w:val="37450F88"/>
    <w:rsid w:val="375F1A7E"/>
    <w:rsid w:val="378B026E"/>
    <w:rsid w:val="37B47BE4"/>
    <w:rsid w:val="37D6106F"/>
    <w:rsid w:val="37F52D97"/>
    <w:rsid w:val="38241593"/>
    <w:rsid w:val="38856E40"/>
    <w:rsid w:val="38BE1DF3"/>
    <w:rsid w:val="38F862EB"/>
    <w:rsid w:val="39343807"/>
    <w:rsid w:val="39887BBC"/>
    <w:rsid w:val="3A0F7AD4"/>
    <w:rsid w:val="3A53023B"/>
    <w:rsid w:val="3AF42D2D"/>
    <w:rsid w:val="3B062751"/>
    <w:rsid w:val="3B3A041F"/>
    <w:rsid w:val="3BAE6BF9"/>
    <w:rsid w:val="3BEE0229"/>
    <w:rsid w:val="3C3568D7"/>
    <w:rsid w:val="3CCA47F2"/>
    <w:rsid w:val="3CDE0708"/>
    <w:rsid w:val="3D33006A"/>
    <w:rsid w:val="3D3954D4"/>
    <w:rsid w:val="3D5877DF"/>
    <w:rsid w:val="3DAE53BC"/>
    <w:rsid w:val="3DC55CAA"/>
    <w:rsid w:val="3DD556CA"/>
    <w:rsid w:val="3DFE271A"/>
    <w:rsid w:val="3E5F4AE1"/>
    <w:rsid w:val="3F450429"/>
    <w:rsid w:val="3FB6105E"/>
    <w:rsid w:val="3FBF3F86"/>
    <w:rsid w:val="3FF70715"/>
    <w:rsid w:val="3FFD550C"/>
    <w:rsid w:val="4021030A"/>
    <w:rsid w:val="40226C80"/>
    <w:rsid w:val="40C451A5"/>
    <w:rsid w:val="40C671E5"/>
    <w:rsid w:val="41051ABE"/>
    <w:rsid w:val="4156470B"/>
    <w:rsid w:val="41943ACE"/>
    <w:rsid w:val="42521D88"/>
    <w:rsid w:val="425D4066"/>
    <w:rsid w:val="430118BA"/>
    <w:rsid w:val="43173FD4"/>
    <w:rsid w:val="43B27D8E"/>
    <w:rsid w:val="44143822"/>
    <w:rsid w:val="44654A12"/>
    <w:rsid w:val="44E421C9"/>
    <w:rsid w:val="45320384"/>
    <w:rsid w:val="457C5F26"/>
    <w:rsid w:val="4716830A"/>
    <w:rsid w:val="47BF53CA"/>
    <w:rsid w:val="48B126BB"/>
    <w:rsid w:val="49CF255F"/>
    <w:rsid w:val="4A3239D7"/>
    <w:rsid w:val="4B2C5DCD"/>
    <w:rsid w:val="4B46D032"/>
    <w:rsid w:val="4B7D1173"/>
    <w:rsid w:val="4BBDFBDE"/>
    <w:rsid w:val="4BCF5C41"/>
    <w:rsid w:val="4C150E22"/>
    <w:rsid w:val="4C6A38FC"/>
    <w:rsid w:val="4CD520DA"/>
    <w:rsid w:val="4CE74BC3"/>
    <w:rsid w:val="4CEEB85C"/>
    <w:rsid w:val="4CF5000E"/>
    <w:rsid w:val="4D6D6EEB"/>
    <w:rsid w:val="4DB17672"/>
    <w:rsid w:val="4DB27F04"/>
    <w:rsid w:val="4F5D15A2"/>
    <w:rsid w:val="4FCB46B2"/>
    <w:rsid w:val="4FFE57BD"/>
    <w:rsid w:val="50AC44C4"/>
    <w:rsid w:val="50EA6DB9"/>
    <w:rsid w:val="51453FF0"/>
    <w:rsid w:val="515661FD"/>
    <w:rsid w:val="51714DE5"/>
    <w:rsid w:val="51CA7471"/>
    <w:rsid w:val="521C2FA3"/>
    <w:rsid w:val="522529B2"/>
    <w:rsid w:val="524806C4"/>
    <w:rsid w:val="5301082D"/>
    <w:rsid w:val="53794026"/>
    <w:rsid w:val="5387476B"/>
    <w:rsid w:val="53910AF4"/>
    <w:rsid w:val="53FBDA3F"/>
    <w:rsid w:val="54F63F7F"/>
    <w:rsid w:val="555952B3"/>
    <w:rsid w:val="555E65E4"/>
    <w:rsid w:val="556B5A36"/>
    <w:rsid w:val="5599697B"/>
    <w:rsid w:val="55AF40BB"/>
    <w:rsid w:val="55E65FDC"/>
    <w:rsid w:val="5613734A"/>
    <w:rsid w:val="562D7E5B"/>
    <w:rsid w:val="564F3D12"/>
    <w:rsid w:val="56F72F7C"/>
    <w:rsid w:val="5717642E"/>
    <w:rsid w:val="57946554"/>
    <w:rsid w:val="57D80A00"/>
    <w:rsid w:val="586243BF"/>
    <w:rsid w:val="58FD3402"/>
    <w:rsid w:val="5968027A"/>
    <w:rsid w:val="5AAF7799"/>
    <w:rsid w:val="5AB04BD0"/>
    <w:rsid w:val="5B5C1753"/>
    <w:rsid w:val="5BE211F7"/>
    <w:rsid w:val="5BF510BE"/>
    <w:rsid w:val="5C3979DB"/>
    <w:rsid w:val="5C6C4B26"/>
    <w:rsid w:val="5D03DFF6"/>
    <w:rsid w:val="5D9C3D56"/>
    <w:rsid w:val="5DD775C7"/>
    <w:rsid w:val="5E134100"/>
    <w:rsid w:val="5F7A1C50"/>
    <w:rsid w:val="5FC69000"/>
    <w:rsid w:val="601C4AB5"/>
    <w:rsid w:val="604F2F3E"/>
    <w:rsid w:val="60BE691E"/>
    <w:rsid w:val="60F838FC"/>
    <w:rsid w:val="61444403"/>
    <w:rsid w:val="62265BDF"/>
    <w:rsid w:val="62E1699A"/>
    <w:rsid w:val="62FBC294"/>
    <w:rsid w:val="63123C13"/>
    <w:rsid w:val="637D5875"/>
    <w:rsid w:val="64147F0D"/>
    <w:rsid w:val="64B713E7"/>
    <w:rsid w:val="64D66362"/>
    <w:rsid w:val="65860217"/>
    <w:rsid w:val="659D5052"/>
    <w:rsid w:val="667E0AA1"/>
    <w:rsid w:val="66AE5CE5"/>
    <w:rsid w:val="66D4191C"/>
    <w:rsid w:val="677027A4"/>
    <w:rsid w:val="67B37C7A"/>
    <w:rsid w:val="67F20A94"/>
    <w:rsid w:val="68FB17C3"/>
    <w:rsid w:val="695F12F9"/>
    <w:rsid w:val="69636C3A"/>
    <w:rsid w:val="696D83E8"/>
    <w:rsid w:val="69C60A20"/>
    <w:rsid w:val="69CF7B2C"/>
    <w:rsid w:val="69EE4FDB"/>
    <w:rsid w:val="69FEC155"/>
    <w:rsid w:val="6A0B0004"/>
    <w:rsid w:val="6A3273AF"/>
    <w:rsid w:val="6AC56475"/>
    <w:rsid w:val="6AD35263"/>
    <w:rsid w:val="6B8D38AE"/>
    <w:rsid w:val="6BA1010E"/>
    <w:rsid w:val="6BC80F42"/>
    <w:rsid w:val="6CE47E41"/>
    <w:rsid w:val="6CED5810"/>
    <w:rsid w:val="6CF92413"/>
    <w:rsid w:val="6DFE5E04"/>
    <w:rsid w:val="6E0D1F7B"/>
    <w:rsid w:val="6E796921"/>
    <w:rsid w:val="6E87203D"/>
    <w:rsid w:val="6F9278BB"/>
    <w:rsid w:val="6FB7D4E3"/>
    <w:rsid w:val="6FBE0EF0"/>
    <w:rsid w:val="6FFF1C22"/>
    <w:rsid w:val="70EC5DDE"/>
    <w:rsid w:val="71572F19"/>
    <w:rsid w:val="719B7427"/>
    <w:rsid w:val="71E33685"/>
    <w:rsid w:val="71F326B3"/>
    <w:rsid w:val="724A6793"/>
    <w:rsid w:val="72647B59"/>
    <w:rsid w:val="7372FC32"/>
    <w:rsid w:val="73A56E44"/>
    <w:rsid w:val="73B12A87"/>
    <w:rsid w:val="73FDF132"/>
    <w:rsid w:val="741F26FA"/>
    <w:rsid w:val="74470DF8"/>
    <w:rsid w:val="744E1D52"/>
    <w:rsid w:val="74BD60BB"/>
    <w:rsid w:val="74CF0052"/>
    <w:rsid w:val="74FA3C0D"/>
    <w:rsid w:val="751D6EAE"/>
    <w:rsid w:val="75FD1676"/>
    <w:rsid w:val="7621492A"/>
    <w:rsid w:val="765F4824"/>
    <w:rsid w:val="7687113B"/>
    <w:rsid w:val="76C3247D"/>
    <w:rsid w:val="76EFC8B0"/>
    <w:rsid w:val="776ACBF9"/>
    <w:rsid w:val="77FF7A21"/>
    <w:rsid w:val="7951325E"/>
    <w:rsid w:val="799536BA"/>
    <w:rsid w:val="7B170752"/>
    <w:rsid w:val="7B382425"/>
    <w:rsid w:val="7B8F681B"/>
    <w:rsid w:val="7BC55225"/>
    <w:rsid w:val="7BFF9B5C"/>
    <w:rsid w:val="7C3B673F"/>
    <w:rsid w:val="7CED5089"/>
    <w:rsid w:val="7D8636B9"/>
    <w:rsid w:val="7DD96C0E"/>
    <w:rsid w:val="7E352599"/>
    <w:rsid w:val="7E474F7B"/>
    <w:rsid w:val="7E7F4A49"/>
    <w:rsid w:val="7E8F7AC1"/>
    <w:rsid w:val="7F2BE2DA"/>
    <w:rsid w:val="7F7F87CE"/>
    <w:rsid w:val="7FB79B09"/>
    <w:rsid w:val="7FE97AB9"/>
    <w:rsid w:val="7FF13FB3"/>
    <w:rsid w:val="7FF31D0E"/>
    <w:rsid w:val="7FFDD6B3"/>
    <w:rsid w:val="7FFFB476"/>
    <w:rsid w:val="8BDF47C4"/>
    <w:rsid w:val="97BCC380"/>
    <w:rsid w:val="9FFF52D8"/>
    <w:rsid w:val="AEB56B76"/>
    <w:rsid w:val="AF9DF110"/>
    <w:rsid w:val="AFABB544"/>
    <w:rsid w:val="B8EB831F"/>
    <w:rsid w:val="B97CA8A2"/>
    <w:rsid w:val="BDEC0853"/>
    <w:rsid w:val="BEDF2C93"/>
    <w:rsid w:val="BFCF8B12"/>
    <w:rsid w:val="BFDE3C5E"/>
    <w:rsid w:val="BFF98747"/>
    <w:rsid w:val="BFFBFE8B"/>
    <w:rsid w:val="CD1D59DB"/>
    <w:rsid w:val="D8BFEB7A"/>
    <w:rsid w:val="DA7C7C00"/>
    <w:rsid w:val="DBBAFFF2"/>
    <w:rsid w:val="DCEDDEBC"/>
    <w:rsid w:val="DD7F0B52"/>
    <w:rsid w:val="DF2D0D8F"/>
    <w:rsid w:val="DF5FFD2E"/>
    <w:rsid w:val="DF7CB467"/>
    <w:rsid w:val="DFD16BC5"/>
    <w:rsid w:val="E7C7ECFD"/>
    <w:rsid w:val="E993F613"/>
    <w:rsid w:val="EAF02C80"/>
    <w:rsid w:val="EAFDC676"/>
    <w:rsid w:val="EC7CC44F"/>
    <w:rsid w:val="EDFFCE85"/>
    <w:rsid w:val="EFFEB24D"/>
    <w:rsid w:val="EFFFEA89"/>
    <w:rsid w:val="F67CDAB7"/>
    <w:rsid w:val="F7FFE2AA"/>
    <w:rsid w:val="FA96002D"/>
    <w:rsid w:val="FAFB27C0"/>
    <w:rsid w:val="FAFD7633"/>
    <w:rsid w:val="FB1719BC"/>
    <w:rsid w:val="FB2CBFEE"/>
    <w:rsid w:val="FBF58250"/>
    <w:rsid w:val="FCABCEC9"/>
    <w:rsid w:val="FD2B24D7"/>
    <w:rsid w:val="FDB340CE"/>
    <w:rsid w:val="FDFF90A7"/>
    <w:rsid w:val="FECB43AA"/>
    <w:rsid w:val="FEF02C5D"/>
    <w:rsid w:val="FEF9D4A3"/>
    <w:rsid w:val="FF5F60DE"/>
    <w:rsid w:val="FF5FC66C"/>
    <w:rsid w:val="FF9F4BB4"/>
    <w:rsid w:val="FFBB7CF0"/>
    <w:rsid w:val="FFDD4AC6"/>
    <w:rsid w:val="FFDEE716"/>
    <w:rsid w:val="FFF927C6"/>
    <w:rsid w:val="FF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Footer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Header Char"/>
    <w:basedOn w:val="9"/>
    <w:link w:val="6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919</Words>
  <Characters>1036</Characters>
  <Lines>0</Lines>
  <Paragraphs>0</Paragraphs>
  <TotalTime>0</TotalTime>
  <ScaleCrop>false</ScaleCrop>
  <LinksUpToDate>false</LinksUpToDate>
  <CharactersWithSpaces>1080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2020-06-06T09:07:00Z</dcterms:created>
  <dc:creator>Administrator</dc:creator>
  <cp:lastModifiedBy>user</cp:lastModifiedBy>
  <cp:lastPrinted>2024-05-24T10:04:00Z</cp:lastPrinted>
  <dcterms:modified xsi:type="dcterms:W3CDTF">2024-05-29T11:01:21Z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KSOSaveFontToCloudKey">
    <vt:lpwstr>386772509_embed</vt:lpwstr>
  </property>
  <property fmtid="{D5CDD505-2E9C-101B-9397-08002B2CF9AE}" pid="4" name="ICV">
    <vt:lpwstr>FAB77CAAD9914D22A8420DC551812D97_13</vt:lpwstr>
  </property>
</Properties>
</file>